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8" w:type="dxa"/>
        <w:tblLayout w:type="fixed"/>
        <w:tblCellMar>
          <w:left w:w="0" w:type="dxa"/>
          <w:right w:w="0" w:type="dxa"/>
        </w:tblCellMar>
        <w:tblLook w:val="0000" w:firstRow="0" w:lastRow="0" w:firstColumn="0" w:lastColumn="0" w:noHBand="0" w:noVBand="0"/>
      </w:tblPr>
      <w:tblGrid>
        <w:gridCol w:w="5216"/>
        <w:gridCol w:w="4309"/>
      </w:tblGrid>
      <w:tr w:rsidR="00F158E9" w14:paraId="60ABFABD" w14:textId="77777777">
        <w:trPr>
          <w:cantSplit/>
          <w:trHeight w:val="284"/>
        </w:trPr>
        <w:tc>
          <w:tcPr>
            <w:tcW w:w="9498" w:type="dxa"/>
            <w:gridSpan w:val="2"/>
          </w:tcPr>
          <w:p w14:paraId="4CE6C41B" w14:textId="77777777" w:rsidR="00FE01E8" w:rsidRDefault="00330D03">
            <w:pPr>
              <w:pStyle w:val="Pealkiri4"/>
              <w:framePr w:w="9526" w:h="1474" w:wrap="notBeside" w:y="3063"/>
            </w:pPr>
            <w:r>
              <w:fldChar w:fldCharType="begin">
                <w:ffData>
                  <w:name w:val=""/>
                  <w:enabled/>
                  <w:calcOnExit w:val="0"/>
                  <w:helpText w:type="text" w:val="Sisestage siia käskkirja väljaandja ametinimetus.&#10;&#10;Näiteks: JUHATUSE ESIMEES&#10;&#10;Seejärel liikuge Tab klahviga järgmisele väljale."/>
                  <w:statusText w:type="text" w:val="Sisestage siia käskkirja väljaandja ametinimetus (vt F1)"/>
                  <w:textInput>
                    <w:format w:val="Ülaregister"/>
                  </w:textInput>
                </w:ffData>
              </w:fldChar>
            </w:r>
            <w:r>
              <w:instrText xml:space="preserve"> FORMTEXT </w:instrText>
            </w:r>
            <w:r>
              <w:fldChar w:fldCharType="separate"/>
            </w:r>
            <w:r w:rsidR="009C3CD4">
              <w:t>METSAOSAKOND</w:t>
            </w:r>
          </w:p>
          <w:p w14:paraId="4BFE13CE" w14:textId="77777777" w:rsidR="00F158E9" w:rsidRDefault="009C3CD4">
            <w:pPr>
              <w:pStyle w:val="Pealkiri4"/>
              <w:framePr w:w="9526" w:h="1474" w:wrap="notBeside" w:y="3063"/>
            </w:pPr>
            <w:r>
              <w:t xml:space="preserve">PEAMETSAÜLEM </w:t>
            </w:r>
            <w:r w:rsidR="00330D03">
              <w:fldChar w:fldCharType="end"/>
            </w:r>
          </w:p>
          <w:p w14:paraId="6D4A9110" w14:textId="77777777" w:rsidR="00F158E9" w:rsidRDefault="00F158E9">
            <w:pPr>
              <w:pStyle w:val="Pealkiri4"/>
              <w:framePr w:w="9526" w:h="1474" w:wrap="notBeside" w:y="3063"/>
            </w:pPr>
            <w:r>
              <w:t>KÄSKKIRI</w:t>
            </w:r>
          </w:p>
        </w:tc>
      </w:tr>
      <w:tr w:rsidR="00F158E9" w14:paraId="2AB22DB0" w14:textId="77777777">
        <w:trPr>
          <w:cantSplit/>
          <w:trHeight w:val="570"/>
        </w:trPr>
        <w:tc>
          <w:tcPr>
            <w:tcW w:w="5216" w:type="dxa"/>
            <w:tcBorders>
              <w:bottom w:val="nil"/>
            </w:tcBorders>
          </w:tcPr>
          <w:p w14:paraId="40BEFC1A" w14:textId="77777777" w:rsidR="00F158E9" w:rsidRDefault="00F158E9">
            <w:pPr>
              <w:pStyle w:val="Pealkiri4"/>
              <w:framePr w:w="9526" w:h="1474" w:wrap="notBeside" w:y="3063"/>
              <w:rPr>
                <w:sz w:val="22"/>
              </w:rPr>
            </w:pPr>
          </w:p>
          <w:bookmarkStart w:id="0" w:name="Text2"/>
          <w:p w14:paraId="79DA4A4F" w14:textId="77777777" w:rsidR="00F158E9" w:rsidRDefault="00330D03" w:rsidP="00C145CF">
            <w:r>
              <w:fldChar w:fldCharType="begin">
                <w:ffData>
                  <w:name w:val="Text2"/>
                  <w:enabled/>
                  <w:calcOnExit w:val="0"/>
                  <w:helpText w:type="text" w:val="Sisestage siia koostamise koht.&#10;&#10;&#10;&#10;Seejärel liikuge Tab klahviga järgmisele väljale."/>
                  <w:statusText w:type="text" w:val="Sisestage siia koostamise koht."/>
                  <w:textInput/>
                </w:ffData>
              </w:fldChar>
            </w:r>
            <w:r>
              <w:instrText xml:space="preserve"> FORMTEXT </w:instrText>
            </w:r>
            <w:r>
              <w:fldChar w:fldCharType="separate"/>
            </w:r>
            <w:r w:rsidR="00C145CF">
              <w:t> </w:t>
            </w:r>
            <w:r w:rsidR="00C145CF">
              <w:t> </w:t>
            </w:r>
            <w:r w:rsidR="00C145CF">
              <w:t> </w:t>
            </w:r>
            <w:r w:rsidR="00C145CF">
              <w:t> </w:t>
            </w:r>
            <w:r w:rsidR="00C145CF">
              <w:t> </w:t>
            </w:r>
            <w:r>
              <w:fldChar w:fldCharType="end"/>
            </w:r>
            <w:bookmarkEnd w:id="0"/>
          </w:p>
        </w:tc>
        <w:tc>
          <w:tcPr>
            <w:tcW w:w="4309" w:type="dxa"/>
            <w:tcBorders>
              <w:bottom w:val="nil"/>
            </w:tcBorders>
          </w:tcPr>
          <w:p w14:paraId="3FB0259C" w14:textId="77777777" w:rsidR="00E065AA" w:rsidRDefault="00A10986" w:rsidP="00B54716">
            <w:r>
              <w:t xml:space="preserve"> </w:t>
            </w:r>
            <w:r w:rsidR="006A0115">
              <w:t>(digitaalallkirja kuupäev)</w:t>
            </w:r>
            <w:r>
              <w:t xml:space="preserve"> </w:t>
            </w:r>
          </w:p>
          <w:p w14:paraId="4661A2DF" w14:textId="52A74478" w:rsidR="00F158E9" w:rsidRDefault="00A10986" w:rsidP="00B54716">
            <w:r>
              <w:t>nr 1-5</w:t>
            </w:r>
            <w:r w:rsidR="00F249DD">
              <w:t>.1</w:t>
            </w:r>
            <w:r>
              <w:t>/</w:t>
            </w:r>
            <w:r w:rsidR="00C63E5A">
              <w:t>202</w:t>
            </w:r>
            <w:r w:rsidR="00A41227">
              <w:t>3</w:t>
            </w:r>
            <w:r w:rsidR="00C63E5A">
              <w:t>/</w:t>
            </w:r>
            <w:r w:rsidR="00D80F9D">
              <w:t>1</w:t>
            </w:r>
          </w:p>
        </w:tc>
      </w:tr>
    </w:tbl>
    <w:p w14:paraId="108F8944" w14:textId="77777777" w:rsidR="00F158E9" w:rsidRDefault="00F158E9">
      <w:pPr>
        <w:framePr w:w="9526" w:h="1474" w:wrap="notBeside" w:vAnchor="page" w:hAnchor="page" w:x="1702" w:y="3063"/>
        <w:rPr>
          <w:sz w:val="12"/>
        </w:rPr>
      </w:pPr>
    </w:p>
    <w:p w14:paraId="6D919E63" w14:textId="77777777" w:rsidR="00F158E9" w:rsidRDefault="00154302">
      <w:pPr>
        <w:framePr w:w="3289" w:h="851" w:wrap="around" w:vAnchor="page" w:hAnchor="page" w:x="8052" w:y="625"/>
        <w:rPr>
          <w:spacing w:val="0"/>
          <w:position w:val="0"/>
        </w:rPr>
      </w:pPr>
      <w:r>
        <w:rPr>
          <w:noProof/>
          <w:spacing w:val="0"/>
          <w:position w:val="0"/>
          <w:lang w:eastAsia="et-EE"/>
        </w:rPr>
        <w:drawing>
          <wp:inline distT="0" distB="0" distL="0" distR="0" wp14:anchorId="3988FC56" wp14:editId="57454AF4">
            <wp:extent cx="2087880" cy="541020"/>
            <wp:effectExtent l="0" t="0" r="7620" b="0"/>
            <wp:docPr id="1" name="Pilt 1" descr="RMK_logo_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K_logo_v"/>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87880" cy="541020"/>
                    </a:xfrm>
                    <a:prstGeom prst="rect">
                      <a:avLst/>
                    </a:prstGeom>
                    <a:noFill/>
                    <a:ln>
                      <a:noFill/>
                    </a:ln>
                  </pic:spPr>
                </pic:pic>
              </a:graphicData>
            </a:graphic>
          </wp:inline>
        </w:drawing>
      </w:r>
    </w:p>
    <w:p w14:paraId="06762E02" w14:textId="77777777" w:rsidR="00F158E9" w:rsidRDefault="00F158E9">
      <w:pPr>
        <w:pStyle w:val="Jalus"/>
      </w:pPr>
    </w:p>
    <w:p w14:paraId="7ECFC7E2" w14:textId="77777777" w:rsidR="009A6AC7" w:rsidRDefault="009A6AC7" w:rsidP="009A6AC7">
      <w:pPr>
        <w:pStyle w:val="Pealkiri1"/>
      </w:pPr>
      <w:bookmarkStart w:id="1" w:name="Text7"/>
    </w:p>
    <w:p w14:paraId="04341C0C" w14:textId="0DDC3577" w:rsidR="00F158E9" w:rsidRDefault="00E065AA" w:rsidP="009A6AC7">
      <w:pPr>
        <w:pStyle w:val="Pealkiri1"/>
      </w:pPr>
      <w:r>
        <w:t>KALDA TALU</w:t>
      </w:r>
      <w:r w:rsidR="00F60B83">
        <w:t xml:space="preserve"> </w:t>
      </w:r>
      <w:r w:rsidR="00D00FEF">
        <w:t>kinnis</w:t>
      </w:r>
      <w:r w:rsidR="00B74BF2">
        <w:t>tu</w:t>
      </w:r>
      <w:r w:rsidR="00187D36">
        <w:t xml:space="preserve"> </w:t>
      </w:r>
      <w:r w:rsidR="00D00FEF">
        <w:t>koormamine isikliku kasutusõigusega</w:t>
      </w:r>
      <w:bookmarkEnd w:id="1"/>
    </w:p>
    <w:p w14:paraId="5E249E0C" w14:textId="77777777" w:rsidR="009A6AC7" w:rsidRDefault="009A6AC7" w:rsidP="009A6AC7"/>
    <w:p w14:paraId="3DD01A36" w14:textId="77777777" w:rsidR="009A6AC7" w:rsidRPr="009A6AC7" w:rsidRDefault="009A6AC7" w:rsidP="009A6AC7"/>
    <w:p w14:paraId="738A5A03" w14:textId="77777777" w:rsidR="00F158E9" w:rsidRDefault="00F158E9">
      <w:pPr>
        <w:sectPr w:rsidR="00F158E9">
          <w:headerReference w:type="default" r:id="rId9"/>
          <w:footerReference w:type="default" r:id="rId10"/>
          <w:headerReference w:type="first" r:id="rId11"/>
          <w:pgSz w:w="11906" w:h="16838" w:code="9"/>
          <w:pgMar w:top="3062" w:right="680" w:bottom="737" w:left="1701" w:header="454" w:footer="567" w:gutter="0"/>
          <w:cols w:space="708"/>
          <w:titlePg/>
        </w:sectPr>
      </w:pPr>
    </w:p>
    <w:p w14:paraId="1DAC2179" w14:textId="430B91EF" w:rsidR="00FD45AD" w:rsidRPr="00631681" w:rsidRDefault="00FD45AD" w:rsidP="00FD45AD">
      <w:pPr>
        <w:jc w:val="both"/>
        <w:rPr>
          <w:szCs w:val="24"/>
        </w:rPr>
      </w:pPr>
      <w:r w:rsidRPr="00631681">
        <w:t xml:space="preserve">Riigimetsa Majandamise Keskusel (edaspidi </w:t>
      </w:r>
      <w:r w:rsidRPr="00631681">
        <w:rPr>
          <w:i/>
        </w:rPr>
        <w:t>RMK, kasutaja</w:t>
      </w:r>
      <w:r w:rsidRPr="00631681">
        <w:t>) on majandustegevuseks vajalik seada isiklik kasutusõigus Eesti Vabariigi kasuks</w:t>
      </w:r>
      <w:r>
        <w:t xml:space="preserve"> </w:t>
      </w:r>
      <w:r w:rsidR="00E065AA">
        <w:t xml:space="preserve">osaühing Sakala Põldur 1825/3071 kaasomandist ja Trifolium Pratense OÜ 1246/3071 kaasomandist omandis </w:t>
      </w:r>
      <w:r w:rsidRPr="00631681">
        <w:t xml:space="preserve">olevale </w:t>
      </w:r>
      <w:r w:rsidR="00E065AA">
        <w:t>KALDA TALU</w:t>
      </w:r>
      <w:r w:rsidR="00821ED9">
        <w:t xml:space="preserve"> </w:t>
      </w:r>
      <w:r w:rsidR="004A0387">
        <w:t xml:space="preserve">kinnistule </w:t>
      </w:r>
      <w:r w:rsidR="00CE4584">
        <w:t>(</w:t>
      </w:r>
      <w:r w:rsidRPr="00631681">
        <w:t>kinnistu</w:t>
      </w:r>
      <w:r w:rsidR="009A54D3">
        <w:t xml:space="preserve"> </w:t>
      </w:r>
      <w:r w:rsidRPr="00631681">
        <w:t>registriosa n</w:t>
      </w:r>
      <w:r w:rsidR="009A54D3">
        <w:t>r</w:t>
      </w:r>
      <w:r w:rsidRPr="00631681">
        <w:t xml:space="preserve"> </w:t>
      </w:r>
      <w:r w:rsidR="00E065AA">
        <w:t>3140</w:t>
      </w:r>
      <w:r w:rsidR="00E278C6">
        <w:t>,</w:t>
      </w:r>
      <w:r w:rsidRPr="00631681">
        <w:t xml:space="preserve"> </w:t>
      </w:r>
      <w:r w:rsidR="009921BF">
        <w:t xml:space="preserve">katastritunnus </w:t>
      </w:r>
      <w:r w:rsidR="00E065AA">
        <w:t>20301:003:0073</w:t>
      </w:r>
      <w:r w:rsidR="00003886">
        <w:t>,</w:t>
      </w:r>
      <w:r w:rsidR="009921BF">
        <w:t xml:space="preserve"> </w:t>
      </w:r>
      <w:r w:rsidRPr="00631681">
        <w:t xml:space="preserve">asukoht </w:t>
      </w:r>
      <w:r w:rsidR="00310D63">
        <w:t>Valga</w:t>
      </w:r>
      <w:r w:rsidR="00D00FEF">
        <w:t xml:space="preserve"> maakond, </w:t>
      </w:r>
      <w:r w:rsidR="00310D63">
        <w:t>Tõrva</w:t>
      </w:r>
      <w:r w:rsidR="00F249DD">
        <w:t xml:space="preserve"> vald, </w:t>
      </w:r>
      <w:r w:rsidR="00E065AA">
        <w:t>Karjatnurme</w:t>
      </w:r>
      <w:r w:rsidR="00F249DD">
        <w:t xml:space="preserve"> küla, </w:t>
      </w:r>
      <w:r w:rsidR="00E065AA">
        <w:t xml:space="preserve">Kalda; katastritunnus 82401:001:0933, </w:t>
      </w:r>
      <w:r w:rsidR="00E065AA" w:rsidRPr="00631681">
        <w:t xml:space="preserve">asukoht </w:t>
      </w:r>
      <w:r w:rsidR="00E065AA">
        <w:t xml:space="preserve">Valga maakond, Tõrva vald, Karjatnurme küla, Kalda; katastritunnus 82401:001:0934, </w:t>
      </w:r>
      <w:r w:rsidR="00E065AA" w:rsidRPr="00631681">
        <w:t xml:space="preserve">asukoht </w:t>
      </w:r>
      <w:r w:rsidR="00E065AA">
        <w:t>Valga maakond, Tõrva vald, Karjatnurme küla, Kaldapõllu</w:t>
      </w:r>
      <w:r w:rsidR="007405AB">
        <w:t>).</w:t>
      </w:r>
      <w:r w:rsidRPr="00631681">
        <w:t xml:space="preserve"> Isikliku kasutusõiguse eesmärgiks on eraomandis oleva tee kasutamine, mis tagab juurdepääsu </w:t>
      </w:r>
      <w:r w:rsidRPr="00631681">
        <w:rPr>
          <w:szCs w:val="24"/>
        </w:rPr>
        <w:t xml:space="preserve">RMK valduses olevale kinnisasjale. Eeltoodust tulenevalt on põhjendatud kinnistu koormamine isikliku kasutusõigusega. </w:t>
      </w:r>
    </w:p>
    <w:p w14:paraId="6F8CE683" w14:textId="77777777" w:rsidR="00FD45AD" w:rsidRPr="00631681" w:rsidRDefault="00FD45AD" w:rsidP="00FD45AD">
      <w:pPr>
        <w:pStyle w:val="Kehatekst"/>
        <w:tabs>
          <w:tab w:val="clear" w:pos="900"/>
        </w:tabs>
        <w:jc w:val="both"/>
      </w:pPr>
    </w:p>
    <w:p w14:paraId="0B741B57" w14:textId="77777777" w:rsidR="00B777FF" w:rsidRDefault="00B777FF" w:rsidP="00B777FF">
      <w:pPr>
        <w:jc w:val="both"/>
      </w:pPr>
      <w:r w:rsidRPr="003E245A">
        <w:t xml:space="preserve">Tulenevalt eeltoodust ja lähtudes asjaõigusseaduse § 156, § 225, § 226, § 228, metsaseaduse § 63 lõike 2 punktist 3, § 64 lõike 1 punktist 3 ja lõikest 2, </w:t>
      </w:r>
      <w:r w:rsidR="00204E3B" w:rsidRPr="003E245A">
        <w:t xml:space="preserve">riigivaraseaduse § 2 lõikest 4, </w:t>
      </w:r>
      <w:r w:rsidRPr="003E245A">
        <w:t xml:space="preserve">ehitusseadustiku § 92 lõikest 1, Vabariigi Valitsuse 09. jaanuari 2007. a määrusega nr 4 kinnitatud “Riigimetsa Majandamise Keskuse põhimääruse” § 33 lõikest 1 ja RMK juhatuse </w:t>
      </w:r>
      <w:r w:rsidR="00751665">
        <w:t>01.12</w:t>
      </w:r>
      <w:r w:rsidRPr="003E245A">
        <w:t>.20</w:t>
      </w:r>
      <w:r w:rsidR="00963EE5" w:rsidRPr="003E245A">
        <w:t>20</w:t>
      </w:r>
      <w:r w:rsidRPr="003E245A">
        <w:t>. a otsuse nr 1-32/</w:t>
      </w:r>
      <w:r w:rsidR="00751665">
        <w:t>107</w:t>
      </w:r>
      <w:r w:rsidRPr="003E245A">
        <w:t xml:space="preserve"> „</w:t>
      </w:r>
      <w:r w:rsidR="00963EE5" w:rsidRPr="003E245A">
        <w:t>Kinnisasjade ja piiratud asjaõiguste omandamise juhend</w:t>
      </w:r>
      <w:r w:rsidRPr="003E245A">
        <w:t>“ p</w:t>
      </w:r>
      <w:r w:rsidR="00963EE5" w:rsidRPr="003E245A">
        <w:t>eatük</w:t>
      </w:r>
      <w:r w:rsidR="00B72E3B">
        <w:t>kide</w:t>
      </w:r>
      <w:r w:rsidR="00751665">
        <w:t>st</w:t>
      </w:r>
      <w:r w:rsidR="00963EE5" w:rsidRPr="003E245A">
        <w:t xml:space="preserve"> 7</w:t>
      </w:r>
      <w:r w:rsidRPr="003E245A">
        <w:t xml:space="preserve"> </w:t>
      </w:r>
      <w:r w:rsidR="00B72E3B">
        <w:t xml:space="preserve">ja 11 </w:t>
      </w:r>
      <w:r w:rsidRPr="003E245A">
        <w:t xml:space="preserve">alusel </w:t>
      </w:r>
    </w:p>
    <w:p w14:paraId="004993E1" w14:textId="77777777" w:rsidR="00751665" w:rsidRPr="003E245A" w:rsidRDefault="00751665" w:rsidP="00B777FF">
      <w:pPr>
        <w:jc w:val="both"/>
      </w:pPr>
    </w:p>
    <w:p w14:paraId="21BAC5DA" w14:textId="0C9DC97A" w:rsidR="007F2CD3" w:rsidRPr="003E245A" w:rsidRDefault="007F2CD3" w:rsidP="007F2CD3">
      <w:pPr>
        <w:pStyle w:val="Loendilik"/>
        <w:numPr>
          <w:ilvl w:val="0"/>
          <w:numId w:val="3"/>
        </w:numPr>
        <w:jc w:val="both"/>
      </w:pPr>
      <w:r w:rsidRPr="003E245A">
        <w:t xml:space="preserve">Koormata isikliku kasutusõigusega </w:t>
      </w:r>
      <w:r w:rsidR="00E065AA">
        <w:t>osaühing Sakala Põldur</w:t>
      </w:r>
      <w:r w:rsidR="00651F8C">
        <w:t xml:space="preserve"> </w:t>
      </w:r>
      <w:r w:rsidR="001368CE">
        <w:t>(</w:t>
      </w:r>
      <w:r w:rsidR="00F249DD">
        <w:t xml:space="preserve">registrikood </w:t>
      </w:r>
      <w:r w:rsidR="00E065AA">
        <w:t xml:space="preserve">10207191) 1825/3071 kaasomandist ja Trifolium Pratense OÜ (registrikood 12027866) 1246/3071 kaasomandist </w:t>
      </w:r>
      <w:r w:rsidR="00755CBA">
        <w:t xml:space="preserve">(osaühing Sakala Põldur ja Trifolium Pratense OÜ koos edaspidi  </w:t>
      </w:r>
      <w:r w:rsidR="00755CBA" w:rsidRPr="00755CBA">
        <w:rPr>
          <w:i/>
          <w:iCs/>
        </w:rPr>
        <w:t>omanik</w:t>
      </w:r>
      <w:r w:rsidR="00755CBA">
        <w:t xml:space="preserve">) </w:t>
      </w:r>
      <w:r w:rsidRPr="003E245A">
        <w:t>omandisse kuuluv</w:t>
      </w:r>
      <w:r w:rsidR="00CE4584">
        <w:t xml:space="preserve"> </w:t>
      </w:r>
      <w:r w:rsidR="00755CBA">
        <w:t>KALDA TALU</w:t>
      </w:r>
      <w:r w:rsidR="000B3943">
        <w:t xml:space="preserve"> kinn</w:t>
      </w:r>
      <w:r w:rsidR="00CE4584">
        <w:t>istu</w:t>
      </w:r>
      <w:r w:rsidR="008249E3" w:rsidRPr="00631681">
        <w:t xml:space="preserve"> (</w:t>
      </w:r>
      <w:r w:rsidR="00755CBA">
        <w:t>3140,</w:t>
      </w:r>
      <w:r w:rsidR="00755CBA" w:rsidRPr="00631681">
        <w:t xml:space="preserve"> </w:t>
      </w:r>
      <w:r w:rsidR="00755CBA">
        <w:t xml:space="preserve">katastritunnus 20301:003:0073, </w:t>
      </w:r>
      <w:r w:rsidR="00755CBA" w:rsidRPr="00631681">
        <w:t xml:space="preserve">asukoht </w:t>
      </w:r>
      <w:r w:rsidR="00755CBA">
        <w:t xml:space="preserve">Valga maakond, Tõrva vald, Karjatnurme küla, Kalda; katastritunnus 82401:001:0933, </w:t>
      </w:r>
      <w:r w:rsidR="00755CBA" w:rsidRPr="00631681">
        <w:t xml:space="preserve">asukoht </w:t>
      </w:r>
      <w:r w:rsidR="00755CBA">
        <w:t xml:space="preserve">Valga maakond, Tõrva vald, Karjatnurme küla, Kalda; katastritunnus 82401:001:0934, </w:t>
      </w:r>
      <w:r w:rsidR="00755CBA" w:rsidRPr="00631681">
        <w:t xml:space="preserve">asukoht </w:t>
      </w:r>
      <w:r w:rsidR="00755CBA">
        <w:t>Valga maakond, Tõrva vald, Karjatnurme küla, Kaldapõllu</w:t>
      </w:r>
      <w:r w:rsidR="001368CE">
        <w:t xml:space="preserve">, </w:t>
      </w:r>
      <w:r w:rsidRPr="003E245A">
        <w:t xml:space="preserve">edaspidi </w:t>
      </w:r>
      <w:r w:rsidRPr="003E245A">
        <w:rPr>
          <w:i/>
        </w:rPr>
        <w:t>kinnistu/kinnisasi</w:t>
      </w:r>
      <w:r w:rsidRPr="003E245A">
        <w:t>) Eesti Vabariigi (edaspidi õigustatud isik) kasuks. Riigivara valitseja on Keskkonnaministeerium, volitatud asutus Riigimetsa Majandamise Keskus.</w:t>
      </w:r>
    </w:p>
    <w:p w14:paraId="15450EFF" w14:textId="77777777" w:rsidR="00FD45AD" w:rsidRPr="003E245A" w:rsidRDefault="00FD45AD" w:rsidP="00FD45AD">
      <w:pPr>
        <w:pStyle w:val="Loendilik"/>
        <w:numPr>
          <w:ilvl w:val="0"/>
          <w:numId w:val="3"/>
        </w:numPr>
        <w:jc w:val="both"/>
      </w:pPr>
      <w:r w:rsidRPr="003E245A">
        <w:t>Määrata isikliku kasutusõiguse seadmise tingimused alljärgnevalt:</w:t>
      </w:r>
    </w:p>
    <w:p w14:paraId="155D037D" w14:textId="76FC8EBD" w:rsidR="000B457E" w:rsidRPr="000B457E" w:rsidRDefault="00FD45AD" w:rsidP="000B457E">
      <w:pPr>
        <w:pStyle w:val="Loendilik"/>
        <w:numPr>
          <w:ilvl w:val="1"/>
          <w:numId w:val="3"/>
        </w:numPr>
        <w:jc w:val="both"/>
      </w:pPr>
      <w:r w:rsidRPr="00631681">
        <w:t xml:space="preserve">isikliku kasutusõiguse </w:t>
      </w:r>
      <w:r w:rsidR="000B457E">
        <w:t xml:space="preserve">sisuks </w:t>
      </w:r>
      <w:r w:rsidRPr="00631681">
        <w:t>on</w:t>
      </w:r>
      <w:r w:rsidR="00751665">
        <w:t xml:space="preserve"> </w:t>
      </w:r>
      <w:r w:rsidR="00755CBA">
        <w:rPr>
          <w:i/>
          <w:iCs/>
        </w:rPr>
        <w:t>Kalda</w:t>
      </w:r>
      <w:r w:rsidR="00F80D71" w:rsidRPr="00D24FC4">
        <w:rPr>
          <w:i/>
          <w:iCs/>
        </w:rPr>
        <w:t xml:space="preserve"> </w:t>
      </w:r>
      <w:r w:rsidRPr="00D24FC4">
        <w:rPr>
          <w:i/>
          <w:iCs/>
        </w:rPr>
        <w:t>katastriüksusel</w:t>
      </w:r>
      <w:r w:rsidRPr="00631681">
        <w:t xml:space="preserve"> (katastritunnus</w:t>
      </w:r>
      <w:r w:rsidR="00D001D4">
        <w:t xml:space="preserve"> </w:t>
      </w:r>
      <w:r w:rsidR="00310D63">
        <w:t>2030</w:t>
      </w:r>
      <w:r w:rsidR="00755CBA">
        <w:t>1</w:t>
      </w:r>
      <w:r w:rsidR="00310D63">
        <w:t>:003:</w:t>
      </w:r>
      <w:r w:rsidR="00755CBA">
        <w:t>0073</w:t>
      </w:r>
      <w:r w:rsidR="007A79EF">
        <w:t>)</w:t>
      </w:r>
      <w:r w:rsidR="00390F1A">
        <w:t xml:space="preserve"> </w:t>
      </w:r>
      <w:r w:rsidR="00F60B83">
        <w:t xml:space="preserve">asuva </w:t>
      </w:r>
      <w:r w:rsidR="007405AB">
        <w:t>eratee</w:t>
      </w:r>
      <w:r w:rsidR="009D61E2">
        <w:t xml:space="preserve"> </w:t>
      </w:r>
      <w:r w:rsidR="000B457E" w:rsidRPr="000B457E">
        <w:t>ning eratee koosseisu kuuluval teemaal asuva</w:t>
      </w:r>
      <w:r w:rsidR="00251715">
        <w:t>te</w:t>
      </w:r>
      <w:r w:rsidR="000B457E" w:rsidRPr="000B457E">
        <w:t xml:space="preserve"> rajatiste kasutamine</w:t>
      </w:r>
      <w:r w:rsidR="00963567">
        <w:t>, ehitamine</w:t>
      </w:r>
      <w:r w:rsidR="00251715">
        <w:t xml:space="preserve"> ja hooldamine</w:t>
      </w:r>
      <w:r w:rsidR="000B457E" w:rsidRPr="000B457E">
        <w:t xml:space="preserve">;   </w:t>
      </w:r>
    </w:p>
    <w:p w14:paraId="2C5B8464" w14:textId="79272233" w:rsidR="00FD45AD" w:rsidRPr="003A6000" w:rsidRDefault="00FD45AD" w:rsidP="003D0466">
      <w:pPr>
        <w:pStyle w:val="Taandegakehatekst"/>
        <w:numPr>
          <w:ilvl w:val="1"/>
          <w:numId w:val="3"/>
        </w:numPr>
        <w:rPr>
          <w:szCs w:val="24"/>
        </w:rPr>
      </w:pPr>
      <w:r w:rsidRPr="00565969">
        <w:t xml:space="preserve">kasutusõiguse ala </w:t>
      </w:r>
      <w:r w:rsidR="00F249DD">
        <w:t xml:space="preserve">pikkus </w:t>
      </w:r>
      <w:r w:rsidR="00755CBA">
        <w:rPr>
          <w:i/>
          <w:iCs/>
        </w:rPr>
        <w:t xml:space="preserve">Ala-Karjatnurme </w:t>
      </w:r>
      <w:r w:rsidR="00F249DD" w:rsidRPr="00D24FC4">
        <w:rPr>
          <w:i/>
          <w:iCs/>
        </w:rPr>
        <w:t>te</w:t>
      </w:r>
      <w:r w:rsidR="007405AB" w:rsidRPr="00D24FC4">
        <w:rPr>
          <w:i/>
          <w:iCs/>
        </w:rPr>
        <w:t>el</w:t>
      </w:r>
      <w:r w:rsidR="007405AB">
        <w:t xml:space="preserve"> </w:t>
      </w:r>
      <w:r w:rsidR="00310D63">
        <w:t>(</w:t>
      </w:r>
      <w:r w:rsidR="00755CBA">
        <w:t>2030003</w:t>
      </w:r>
      <w:r w:rsidR="00310D63">
        <w:t xml:space="preserve">) </w:t>
      </w:r>
      <w:r w:rsidR="009D4008">
        <w:t xml:space="preserve">on </w:t>
      </w:r>
      <w:r w:rsidR="009D4008" w:rsidRPr="00565969">
        <w:t>ligikaudu</w:t>
      </w:r>
      <w:r w:rsidR="004C6C71">
        <w:t xml:space="preserve"> </w:t>
      </w:r>
      <w:r w:rsidR="00755CBA">
        <w:rPr>
          <w:i/>
          <w:iCs/>
        </w:rPr>
        <w:t>136</w:t>
      </w:r>
      <w:r w:rsidR="00F249DD">
        <w:t xml:space="preserve"> m</w:t>
      </w:r>
      <w:r w:rsidR="00CE4584">
        <w:t>.</w:t>
      </w:r>
      <w:r w:rsidR="00390F1A">
        <w:t xml:space="preserve"> </w:t>
      </w:r>
      <w:r w:rsidR="009D4008">
        <w:t xml:space="preserve">Kasutusala </w:t>
      </w:r>
      <w:r w:rsidRPr="003A6000">
        <w:t>paiknemine</w:t>
      </w:r>
      <w:r w:rsidRPr="003A6000">
        <w:rPr>
          <w:szCs w:val="24"/>
        </w:rPr>
        <w:t xml:space="preserve"> kinnisasjal fikseeri</w:t>
      </w:r>
      <w:r w:rsidR="000D02FD">
        <w:rPr>
          <w:szCs w:val="24"/>
        </w:rPr>
        <w:t>t</w:t>
      </w:r>
      <w:r w:rsidR="002D1AFB">
        <w:rPr>
          <w:szCs w:val="24"/>
        </w:rPr>
        <w:t>akse</w:t>
      </w:r>
      <w:r w:rsidRPr="003A6000">
        <w:rPr>
          <w:szCs w:val="24"/>
        </w:rPr>
        <w:t xml:space="preserve"> plaanil, mida käsitleda isikliku kasutusõiguse seadmise lepingu lahutamatu lisana;</w:t>
      </w:r>
    </w:p>
    <w:p w14:paraId="64F6DDD5" w14:textId="6D57F1C4" w:rsidR="00651F8C" w:rsidRDefault="00FD45AD" w:rsidP="003C3E1F">
      <w:pPr>
        <w:numPr>
          <w:ilvl w:val="1"/>
          <w:numId w:val="3"/>
        </w:numPr>
        <w:jc w:val="both"/>
      </w:pPr>
      <w:r w:rsidRPr="003A6000">
        <w:t>isiklik kasutusõigus seada õigustatud isiku kasuks tasuta ja tähtajatult;</w:t>
      </w:r>
    </w:p>
    <w:p w14:paraId="61E2D420" w14:textId="55F0CD6E" w:rsidR="00755CBA" w:rsidRDefault="00755CBA" w:rsidP="00755CBA">
      <w:pPr>
        <w:jc w:val="both"/>
      </w:pPr>
    </w:p>
    <w:p w14:paraId="1205CDD4" w14:textId="77777777" w:rsidR="00755CBA" w:rsidRPr="003A6000" w:rsidRDefault="00755CBA" w:rsidP="00755CBA">
      <w:pPr>
        <w:jc w:val="both"/>
      </w:pPr>
    </w:p>
    <w:p w14:paraId="7165FD4A" w14:textId="77777777" w:rsidR="00FD45AD" w:rsidRPr="003A6000" w:rsidRDefault="00FD45AD" w:rsidP="00FD45AD">
      <w:pPr>
        <w:numPr>
          <w:ilvl w:val="1"/>
          <w:numId w:val="3"/>
        </w:numPr>
        <w:jc w:val="both"/>
      </w:pPr>
      <w:r w:rsidRPr="003A6000">
        <w:t>kasutajal on õigus:</w:t>
      </w:r>
    </w:p>
    <w:p w14:paraId="70B2ECFA" w14:textId="77777777" w:rsidR="00FD45AD" w:rsidRDefault="00FD45AD" w:rsidP="00FD45AD">
      <w:pPr>
        <w:numPr>
          <w:ilvl w:val="2"/>
          <w:numId w:val="3"/>
        </w:numPr>
        <w:jc w:val="both"/>
      </w:pPr>
      <w:r w:rsidRPr="00631681">
        <w:t>kasutada kasutusõiguse ala sihipäraselt ning teostada oma vahenditega õigeaegselt kõiki töid, mis on vajalikud kasutusõiguse ala</w:t>
      </w:r>
      <w:r w:rsidR="001C6CD6">
        <w:t xml:space="preserve"> </w:t>
      </w:r>
      <w:r w:rsidRPr="00631681">
        <w:t>rekonstrueerimiseks, korrashoiuks, hooldamiseks ja kasutamiseks;</w:t>
      </w:r>
    </w:p>
    <w:p w14:paraId="5E3B6B5A" w14:textId="671DD8D7" w:rsidR="00D24FC4" w:rsidRPr="001C6CD6" w:rsidRDefault="001C6CD6" w:rsidP="00137446">
      <w:pPr>
        <w:pStyle w:val="Loendilik"/>
        <w:numPr>
          <w:ilvl w:val="2"/>
          <w:numId w:val="3"/>
        </w:numPr>
        <w:jc w:val="both"/>
      </w:pPr>
      <w:r w:rsidRPr="001C6CD6">
        <w:t>kasutada kasutusõiguse ala ööpäevaringselt kõikide sõidukite ja tehnikaga, sealhulgas metsaveotraktorite ja metsaveokitega;</w:t>
      </w:r>
    </w:p>
    <w:p w14:paraId="3186DC6F" w14:textId="77777777" w:rsidR="00FD45AD" w:rsidRDefault="00FD45AD" w:rsidP="00FD45AD">
      <w:pPr>
        <w:numPr>
          <w:ilvl w:val="1"/>
          <w:numId w:val="3"/>
        </w:numPr>
        <w:jc w:val="both"/>
      </w:pPr>
      <w:r w:rsidRPr="00631681">
        <w:t>kasutajal on kohustus:</w:t>
      </w:r>
    </w:p>
    <w:p w14:paraId="1DC35A61" w14:textId="77777777" w:rsidR="002D1AFB" w:rsidRDefault="00FD45AD" w:rsidP="002D1AFB">
      <w:pPr>
        <w:numPr>
          <w:ilvl w:val="2"/>
          <w:numId w:val="3"/>
        </w:numPr>
        <w:jc w:val="both"/>
      </w:pPr>
      <w:r w:rsidRPr="00631681">
        <w:t xml:space="preserve">tagada kasutusõiguse ala hooldus ja korrashoid vastavalt õigusaktidega sätestatud teekorrashoiu nõuetele; </w:t>
      </w:r>
    </w:p>
    <w:p w14:paraId="6A6EFCB9" w14:textId="77777777" w:rsidR="00FD45AD" w:rsidRPr="00631681" w:rsidRDefault="00FD45AD" w:rsidP="00FD45AD">
      <w:pPr>
        <w:numPr>
          <w:ilvl w:val="2"/>
          <w:numId w:val="3"/>
        </w:numPr>
        <w:jc w:val="both"/>
      </w:pPr>
      <w:r w:rsidRPr="00631681">
        <w:t>tagada, et isikliku kasutusõiguse teostamisest ei tekiks kahju ega kahjulikke mõjutusi keskkonnale ega kasutusõiguse alale;</w:t>
      </w:r>
    </w:p>
    <w:p w14:paraId="3EE23BF8" w14:textId="77777777" w:rsidR="00FD45AD" w:rsidRDefault="00FD45AD" w:rsidP="00FD45AD">
      <w:pPr>
        <w:numPr>
          <w:ilvl w:val="2"/>
          <w:numId w:val="3"/>
        </w:numPr>
        <w:jc w:val="both"/>
      </w:pPr>
      <w:r w:rsidRPr="00631681">
        <w:t>tasuda kasutaja tegevuse tulemusel halvenenud kasutusõiguse ala taastamise kulud juhul, kui kasutaja mõistliku aja jooksul kasutusõiguse ala taastanud ei ole ja omanik on teinud ise või tellitud kolmanda isiku poolt tehtud dokumentaalselt tõendavaid kulutusi kasutusõiguse ala taastamiseks. Kasutaja tasub taastamiskulud hiljemalt 30 päeva jooksul arvates arve saamise päevast;</w:t>
      </w:r>
    </w:p>
    <w:p w14:paraId="08236F1D" w14:textId="77777777" w:rsidR="003D52F3" w:rsidRDefault="00123272" w:rsidP="003D52F3">
      <w:pPr>
        <w:numPr>
          <w:ilvl w:val="2"/>
          <w:numId w:val="3"/>
        </w:numPr>
        <w:jc w:val="both"/>
      </w:pPr>
      <w:r>
        <w:t>kooskõlastada omanikuga projekteerimisprotsessis kasutusõiguse alaga seonduvate tee-ehitus-</w:t>
      </w:r>
      <w:r w:rsidR="00917F62">
        <w:t xml:space="preserve"> </w:t>
      </w:r>
      <w:r>
        <w:t>ja maaparandustööde projektdokumentatsioon;</w:t>
      </w:r>
    </w:p>
    <w:p w14:paraId="526A7317" w14:textId="77777777" w:rsidR="00FD45AD" w:rsidRPr="00631681" w:rsidRDefault="00FD45AD" w:rsidP="00FD45AD">
      <w:pPr>
        <w:numPr>
          <w:ilvl w:val="1"/>
          <w:numId w:val="3"/>
        </w:numPr>
        <w:jc w:val="both"/>
      </w:pPr>
      <w:r w:rsidRPr="00631681">
        <w:t>omanikul on õigus teha kasutajale ettepanekuid vajalikel juhtudel kasutusõiguse ala ajutiseks piiramiseks  või sulgemiseks, teatades sellisest vajadusest telefoni teel või e-postiga kasutajale ette 10 päeva;</w:t>
      </w:r>
    </w:p>
    <w:p w14:paraId="58CE251A" w14:textId="77777777" w:rsidR="00FD45AD" w:rsidRPr="00631681" w:rsidRDefault="00FD45AD" w:rsidP="00FD45AD">
      <w:pPr>
        <w:numPr>
          <w:ilvl w:val="1"/>
          <w:numId w:val="3"/>
        </w:numPr>
        <w:jc w:val="both"/>
      </w:pPr>
      <w:r w:rsidRPr="00631681">
        <w:t>omanikul on kohustus:</w:t>
      </w:r>
    </w:p>
    <w:p w14:paraId="777237ED" w14:textId="77777777" w:rsidR="00FD45AD" w:rsidRPr="00631681" w:rsidRDefault="00FD45AD" w:rsidP="00FD45AD">
      <w:pPr>
        <w:numPr>
          <w:ilvl w:val="2"/>
          <w:numId w:val="3"/>
        </w:numPr>
        <w:jc w:val="both"/>
      </w:pPr>
      <w:r w:rsidRPr="00631681">
        <w:t>mitte teha takistusi kasutusõiguse ala haldamiseks ja kasutamiseks;</w:t>
      </w:r>
    </w:p>
    <w:p w14:paraId="73D864FF" w14:textId="77777777" w:rsidR="00FD45AD" w:rsidRPr="00631681" w:rsidRDefault="00FD45AD" w:rsidP="00FD45AD">
      <w:pPr>
        <w:numPr>
          <w:ilvl w:val="2"/>
          <w:numId w:val="3"/>
        </w:numPr>
        <w:jc w:val="both"/>
      </w:pPr>
      <w:r w:rsidRPr="00631681">
        <w:t>tagada kasutajale kasutusõiguse ala takistamatu kasutamine;</w:t>
      </w:r>
    </w:p>
    <w:p w14:paraId="4FA78C0A" w14:textId="77777777" w:rsidR="00FD45AD" w:rsidRPr="00631681" w:rsidRDefault="00FD45AD" w:rsidP="00FD45AD">
      <w:pPr>
        <w:numPr>
          <w:ilvl w:val="2"/>
          <w:numId w:val="3"/>
        </w:numPr>
        <w:jc w:val="both"/>
      </w:pPr>
      <w:r w:rsidRPr="00631681">
        <w:t>kasutada kasutusõiguse ala heaperemehelikult ja tagada, et tema tegevusest ei tekiks kasutusõiguse alale kahju ega kahjulikke mõjutusi keskkonnale;</w:t>
      </w:r>
    </w:p>
    <w:p w14:paraId="69B429C8" w14:textId="77777777" w:rsidR="00FD45AD" w:rsidRPr="00631681" w:rsidRDefault="00FD45AD" w:rsidP="00FD45AD">
      <w:pPr>
        <w:numPr>
          <w:ilvl w:val="2"/>
          <w:numId w:val="3"/>
        </w:numPr>
        <w:jc w:val="both"/>
      </w:pPr>
      <w:r w:rsidRPr="00631681">
        <w:t>tasuda omaniku tegevuse tulemusel halvenenud kasutusõiguse ala taastamise kulud ja kinnistuga seotud kõik maksud (kaasa arvatud maamaks) ja/või muud kinnistuga seoses tasumisele kuuluvad võlaintressid, koormised ja muud kulutused.</w:t>
      </w:r>
    </w:p>
    <w:p w14:paraId="3FB3C8CE" w14:textId="77777777" w:rsidR="00FD45AD" w:rsidRDefault="004D6DC9" w:rsidP="00FD45AD">
      <w:pPr>
        <w:numPr>
          <w:ilvl w:val="0"/>
          <w:numId w:val="3"/>
        </w:numPr>
        <w:jc w:val="both"/>
      </w:pPr>
      <w:r>
        <w:t>Kinnistu i</w:t>
      </w:r>
      <w:r w:rsidR="00FD45AD" w:rsidRPr="00AB72C6">
        <w:t>sikliku kasutusõiguse</w:t>
      </w:r>
      <w:r>
        <w:t>ga koormamise</w:t>
      </w:r>
      <w:r w:rsidR="00FD45AD" w:rsidRPr="00AB72C6">
        <w:t xml:space="preserve"> lepingu sõlmimise</w:t>
      </w:r>
      <w:r w:rsidR="00FD45AD">
        <w:t xml:space="preserve">ga seotud kulud tasub kasutaja. </w:t>
      </w:r>
    </w:p>
    <w:p w14:paraId="6F2B56EF" w14:textId="37FB0ADA" w:rsidR="00B76753" w:rsidRDefault="00FD45AD" w:rsidP="00B76753">
      <w:pPr>
        <w:numPr>
          <w:ilvl w:val="0"/>
          <w:numId w:val="3"/>
        </w:numPr>
        <w:jc w:val="both"/>
      </w:pPr>
      <w:r w:rsidRPr="00631681">
        <w:t xml:space="preserve">RMK </w:t>
      </w:r>
      <w:r w:rsidR="00D24FC4">
        <w:t>Valgamaa</w:t>
      </w:r>
      <w:r w:rsidR="003751DE">
        <w:t xml:space="preserve"> </w:t>
      </w:r>
      <w:r w:rsidRPr="00631681">
        <w:t xml:space="preserve">metsaülemal </w:t>
      </w:r>
      <w:r w:rsidR="00B76753" w:rsidRPr="00227BE0">
        <w:t>sõlmida</w:t>
      </w:r>
      <w:r w:rsidR="004D6DC9">
        <w:t xml:space="preserve"> kinnistu </w:t>
      </w:r>
      <w:r w:rsidR="00B76753" w:rsidRPr="00227BE0">
        <w:t>isikliku kasutusõiguse</w:t>
      </w:r>
      <w:r w:rsidR="004D6DC9">
        <w:t>ga koormamise</w:t>
      </w:r>
      <w:r w:rsidR="00B76753" w:rsidRPr="00227BE0">
        <w:t xml:space="preserve"> ja asjaõigusleping</w:t>
      </w:r>
      <w:r w:rsidR="00B76753" w:rsidRPr="002567F5">
        <w:t xml:space="preserve"> </w:t>
      </w:r>
      <w:r w:rsidR="00B76753" w:rsidRPr="00AB72C6">
        <w:t xml:space="preserve">käesolevas käskkirjas </w:t>
      </w:r>
      <w:r w:rsidR="00B76753">
        <w:t xml:space="preserve">ja </w:t>
      </w:r>
      <w:r w:rsidR="004D6DC9">
        <w:t xml:space="preserve">kinnistu </w:t>
      </w:r>
      <w:r w:rsidR="00B76753">
        <w:t>isikliku kasutusõiguse seadmise lepingus sätestatud</w:t>
      </w:r>
      <w:r w:rsidR="00B76753" w:rsidRPr="0074358B">
        <w:t xml:space="preserve"> </w:t>
      </w:r>
      <w:r w:rsidR="00B76753" w:rsidRPr="00AB72C6">
        <w:t xml:space="preserve">tingimustel. </w:t>
      </w:r>
    </w:p>
    <w:p w14:paraId="6CB2EF54" w14:textId="77777777" w:rsidR="004A20B4" w:rsidRPr="003D52F3" w:rsidRDefault="00C35765" w:rsidP="004A20B4">
      <w:pPr>
        <w:pStyle w:val="Loendilik"/>
        <w:numPr>
          <w:ilvl w:val="0"/>
          <w:numId w:val="3"/>
        </w:numPr>
        <w:jc w:val="both"/>
      </w:pPr>
      <w:r w:rsidRPr="00001F9D">
        <w:rPr>
          <w:szCs w:val="24"/>
        </w:rPr>
        <w:t>RMK metsaosakonnal korraldada</w:t>
      </w:r>
      <w:r w:rsidR="004A20B4">
        <w:rPr>
          <w:szCs w:val="24"/>
        </w:rPr>
        <w:t xml:space="preserve"> </w:t>
      </w:r>
      <w:r w:rsidR="004A20B4" w:rsidRPr="001E3A8C">
        <w:rPr>
          <w:szCs w:val="24"/>
        </w:rPr>
        <w:t>RMK metsaosakonnal korraldada lepingu salvestamine DHS-i vastavalt kehtivale korrale, kandmine Maa-ameti virtuaalkontorisse ja registreerimine riigi kinnisvararegistris.</w:t>
      </w:r>
    </w:p>
    <w:p w14:paraId="279467EC" w14:textId="77777777" w:rsidR="00FD45AD" w:rsidRPr="003D52F3" w:rsidRDefault="00FD45AD" w:rsidP="00AC7D6E">
      <w:pPr>
        <w:jc w:val="both"/>
      </w:pPr>
    </w:p>
    <w:p w14:paraId="03638CB3" w14:textId="77777777" w:rsidR="00FD45AD" w:rsidRPr="00631681" w:rsidRDefault="00FD45AD" w:rsidP="00FD45AD">
      <w:pPr>
        <w:jc w:val="both"/>
        <w:rPr>
          <w:szCs w:val="24"/>
        </w:rPr>
      </w:pPr>
    </w:p>
    <w:p w14:paraId="1D1958D7" w14:textId="77777777" w:rsidR="00FD45AD" w:rsidRPr="00C84ECB" w:rsidRDefault="00C84ECB" w:rsidP="00FD45AD">
      <w:pPr>
        <w:jc w:val="both"/>
        <w:rPr>
          <w:bCs/>
        </w:rPr>
      </w:pPr>
      <w:r w:rsidRPr="00C84ECB">
        <w:rPr>
          <w:bCs/>
        </w:rPr>
        <w:t>(allkirjastatud digitaalselt)</w:t>
      </w:r>
    </w:p>
    <w:p w14:paraId="7071F137" w14:textId="77777777" w:rsidR="00FD45AD" w:rsidRPr="00631681" w:rsidRDefault="00FD45AD" w:rsidP="00FD45AD">
      <w:pPr>
        <w:jc w:val="both"/>
        <w:rPr>
          <w:b/>
          <w:bCs/>
        </w:rPr>
      </w:pPr>
    </w:p>
    <w:p w14:paraId="5E3FC543" w14:textId="77777777" w:rsidR="00FD45AD" w:rsidRPr="00631681" w:rsidRDefault="00FD45AD" w:rsidP="00FD45AD">
      <w:pPr>
        <w:pStyle w:val="Taandegakehatekst"/>
        <w:ind w:firstLine="0"/>
      </w:pPr>
    </w:p>
    <w:p w14:paraId="4F7F85F6" w14:textId="77777777" w:rsidR="00FD45AD" w:rsidRDefault="00C84ECB" w:rsidP="00FD45AD">
      <w:pPr>
        <w:rPr>
          <w:szCs w:val="24"/>
        </w:rPr>
      </w:pPr>
      <w:r>
        <w:rPr>
          <w:szCs w:val="24"/>
        </w:rPr>
        <w:t>Andres Sepp</w:t>
      </w:r>
    </w:p>
    <w:p w14:paraId="6A431A69" w14:textId="77777777" w:rsidR="00C84ECB" w:rsidRPr="00631681" w:rsidRDefault="00C84ECB" w:rsidP="00FD45AD">
      <w:pPr>
        <w:rPr>
          <w:szCs w:val="24"/>
        </w:rPr>
      </w:pPr>
      <w:r>
        <w:rPr>
          <w:szCs w:val="24"/>
        </w:rPr>
        <w:t>Peametsaülem</w:t>
      </w:r>
    </w:p>
    <w:p w14:paraId="2B592B80" w14:textId="77777777" w:rsidR="00FD45AD" w:rsidRDefault="00FD45AD" w:rsidP="00FD45AD">
      <w:pPr>
        <w:rPr>
          <w:szCs w:val="24"/>
        </w:rPr>
      </w:pPr>
    </w:p>
    <w:p w14:paraId="16E6A2EC" w14:textId="77777777" w:rsidR="00FD45AD" w:rsidRDefault="00FD45AD" w:rsidP="00FD45AD">
      <w:pPr>
        <w:rPr>
          <w:szCs w:val="24"/>
        </w:rPr>
      </w:pPr>
    </w:p>
    <w:p w14:paraId="2904EDE9" w14:textId="77777777" w:rsidR="00CE4584" w:rsidRDefault="00CE4584" w:rsidP="00390F1A">
      <w:pPr>
        <w:jc w:val="both"/>
      </w:pPr>
    </w:p>
    <w:p w14:paraId="3D27C3A2" w14:textId="69DB4D07" w:rsidR="00D638ED" w:rsidRDefault="00FD45AD" w:rsidP="00390F1A">
      <w:pPr>
        <w:jc w:val="both"/>
      </w:pPr>
      <w:r w:rsidRPr="00631681">
        <w:t xml:space="preserve">Jaotuskava: </w:t>
      </w:r>
      <w:r w:rsidR="00D24FC4">
        <w:t xml:space="preserve">Risto Sepp, </w:t>
      </w:r>
      <w:r w:rsidR="0084188D">
        <w:t>Ain-Meelis Hannus</w:t>
      </w:r>
      <w:r w:rsidR="004A20B4">
        <w:t>,</w:t>
      </w:r>
      <w:r w:rsidR="0084188D">
        <w:t xml:space="preserve"> </w:t>
      </w:r>
      <w:r w:rsidR="00755CBA">
        <w:t xml:space="preserve">osaühing Sakala Põldur, Trifolium Pratense OÜ </w:t>
      </w:r>
    </w:p>
    <w:sectPr w:rsidR="00D638ED">
      <w:footerReference w:type="default" r:id="rId12"/>
      <w:headerReference w:type="first" r:id="rId13"/>
      <w:footerReference w:type="first" r:id="rId14"/>
      <w:type w:val="continuous"/>
      <w:pgSz w:w="11906" w:h="16838" w:code="9"/>
      <w:pgMar w:top="907" w:right="680" w:bottom="737" w:left="1701" w:header="454"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E921C" w14:textId="77777777" w:rsidR="004A0387" w:rsidRDefault="004A0387">
      <w:r>
        <w:separator/>
      </w:r>
    </w:p>
  </w:endnote>
  <w:endnote w:type="continuationSeparator" w:id="0">
    <w:p w14:paraId="20348A35" w14:textId="77777777" w:rsidR="004A0387" w:rsidRDefault="004A0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6D352" w14:textId="77777777" w:rsidR="004A0387" w:rsidRDefault="004A0387">
    <w:pPr>
      <w:jc w:val="center"/>
      <w:rPr>
        <w:spacing w:val="0"/>
        <w:position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53F4B" w14:textId="77777777" w:rsidR="004A0387" w:rsidRDefault="004A0387">
    <w:pPr>
      <w:jc w:val="center"/>
      <w:rPr>
        <w:spacing w:val="0"/>
        <w:position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8F744" w14:textId="77777777" w:rsidR="004A0387" w:rsidRDefault="004A0387">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95912" w14:textId="77777777" w:rsidR="004A0387" w:rsidRDefault="004A0387">
      <w:r>
        <w:separator/>
      </w:r>
    </w:p>
  </w:footnote>
  <w:footnote w:type="continuationSeparator" w:id="0">
    <w:p w14:paraId="3662E615" w14:textId="77777777" w:rsidR="004A0387" w:rsidRDefault="004A03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573D1" w14:textId="77777777" w:rsidR="004A0387" w:rsidRDefault="004A0387">
    <w:pPr>
      <w:pStyle w:val="Pis"/>
    </w:pPr>
    <w:r>
      <w:fldChar w:fldCharType="begin"/>
    </w:r>
    <w:r>
      <w:instrText xml:space="preserve"> PAGE </w:instrText>
    </w:r>
    <w:r>
      <w:fldChar w:fldCharType="separate"/>
    </w:r>
    <w:r w:rsidR="009526D7">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7E31A" w14:textId="77777777" w:rsidR="004A0387" w:rsidRDefault="004A0387">
    <w:pP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0BCCD" w14:textId="77777777" w:rsidR="004A0387" w:rsidRDefault="004A0387">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2CD516EC"/>
    <w:multiLevelType w:val="multilevel"/>
    <w:tmpl w:val="042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3" w15:restartNumberingAfterBreak="0">
    <w:nsid w:val="4A555FB0"/>
    <w:multiLevelType w:val="multilevel"/>
    <w:tmpl w:val="1D3255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660549137">
    <w:abstractNumId w:val="0"/>
  </w:num>
  <w:num w:numId="2" w16cid:durableId="1606187178">
    <w:abstractNumId w:val="2"/>
  </w:num>
  <w:num w:numId="3" w16cid:durableId="1414354819">
    <w:abstractNumId w:val="3"/>
  </w:num>
  <w:num w:numId="4" w16cid:durableId="1900756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30783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4302"/>
    <w:rsid w:val="0000308F"/>
    <w:rsid w:val="00003886"/>
    <w:rsid w:val="00006024"/>
    <w:rsid w:val="00033D4F"/>
    <w:rsid w:val="00041854"/>
    <w:rsid w:val="00045A0E"/>
    <w:rsid w:val="000501E8"/>
    <w:rsid w:val="00056930"/>
    <w:rsid w:val="00062DB5"/>
    <w:rsid w:val="0008478E"/>
    <w:rsid w:val="00085DE3"/>
    <w:rsid w:val="0008755B"/>
    <w:rsid w:val="000875DC"/>
    <w:rsid w:val="000A20BC"/>
    <w:rsid w:val="000B0A5E"/>
    <w:rsid w:val="000B3943"/>
    <w:rsid w:val="000B457E"/>
    <w:rsid w:val="000B5E3E"/>
    <w:rsid w:val="000C7011"/>
    <w:rsid w:val="000D02FD"/>
    <w:rsid w:val="000D1116"/>
    <w:rsid w:val="000E34F1"/>
    <w:rsid w:val="00103C74"/>
    <w:rsid w:val="00103D26"/>
    <w:rsid w:val="001062E4"/>
    <w:rsid w:val="00116F55"/>
    <w:rsid w:val="00123272"/>
    <w:rsid w:val="001279D6"/>
    <w:rsid w:val="001368CE"/>
    <w:rsid w:val="00137576"/>
    <w:rsid w:val="00154302"/>
    <w:rsid w:val="0018114C"/>
    <w:rsid w:val="00187D36"/>
    <w:rsid w:val="001A3CD1"/>
    <w:rsid w:val="001B2065"/>
    <w:rsid w:val="001C0221"/>
    <w:rsid w:val="001C0923"/>
    <w:rsid w:val="001C0AE5"/>
    <w:rsid w:val="001C6CD6"/>
    <w:rsid w:val="001E16D9"/>
    <w:rsid w:val="001F3CE2"/>
    <w:rsid w:val="0020126C"/>
    <w:rsid w:val="00204E3B"/>
    <w:rsid w:val="00205A72"/>
    <w:rsid w:val="002147E5"/>
    <w:rsid w:val="00220304"/>
    <w:rsid w:val="00227295"/>
    <w:rsid w:val="0024525A"/>
    <w:rsid w:val="00251045"/>
    <w:rsid w:val="00251715"/>
    <w:rsid w:val="00264F39"/>
    <w:rsid w:val="00270204"/>
    <w:rsid w:val="00272AB4"/>
    <w:rsid w:val="00283BED"/>
    <w:rsid w:val="00283E27"/>
    <w:rsid w:val="00286A19"/>
    <w:rsid w:val="002B0AED"/>
    <w:rsid w:val="002C2038"/>
    <w:rsid w:val="002C6D2D"/>
    <w:rsid w:val="002C6D3A"/>
    <w:rsid w:val="002D1AFB"/>
    <w:rsid w:val="002E3EE9"/>
    <w:rsid w:val="002E62C5"/>
    <w:rsid w:val="00301AFE"/>
    <w:rsid w:val="00304A05"/>
    <w:rsid w:val="00310D63"/>
    <w:rsid w:val="00321645"/>
    <w:rsid w:val="00330D03"/>
    <w:rsid w:val="003311EE"/>
    <w:rsid w:val="0034534A"/>
    <w:rsid w:val="003550A4"/>
    <w:rsid w:val="00374E7B"/>
    <w:rsid w:val="003751DE"/>
    <w:rsid w:val="00375BFC"/>
    <w:rsid w:val="00376964"/>
    <w:rsid w:val="00376BBF"/>
    <w:rsid w:val="00382E76"/>
    <w:rsid w:val="00383367"/>
    <w:rsid w:val="00384760"/>
    <w:rsid w:val="00390F1A"/>
    <w:rsid w:val="0039142A"/>
    <w:rsid w:val="00392265"/>
    <w:rsid w:val="00392FDF"/>
    <w:rsid w:val="003A6000"/>
    <w:rsid w:val="003C456F"/>
    <w:rsid w:val="003D0466"/>
    <w:rsid w:val="003D52F3"/>
    <w:rsid w:val="003E245A"/>
    <w:rsid w:val="00413075"/>
    <w:rsid w:val="0041461A"/>
    <w:rsid w:val="00424453"/>
    <w:rsid w:val="00434278"/>
    <w:rsid w:val="004473ED"/>
    <w:rsid w:val="0045027D"/>
    <w:rsid w:val="004516B7"/>
    <w:rsid w:val="004621C1"/>
    <w:rsid w:val="00485B58"/>
    <w:rsid w:val="0048628F"/>
    <w:rsid w:val="00496A45"/>
    <w:rsid w:val="004A0387"/>
    <w:rsid w:val="004A20B4"/>
    <w:rsid w:val="004A7169"/>
    <w:rsid w:val="004B016C"/>
    <w:rsid w:val="004B04B0"/>
    <w:rsid w:val="004B0682"/>
    <w:rsid w:val="004B6783"/>
    <w:rsid w:val="004C5AFD"/>
    <w:rsid w:val="004C6963"/>
    <w:rsid w:val="004C6C71"/>
    <w:rsid w:val="004D6DC9"/>
    <w:rsid w:val="004E3986"/>
    <w:rsid w:val="004E49C7"/>
    <w:rsid w:val="004E7E54"/>
    <w:rsid w:val="004F73B6"/>
    <w:rsid w:val="0052194F"/>
    <w:rsid w:val="00542D5F"/>
    <w:rsid w:val="005519C3"/>
    <w:rsid w:val="005546B3"/>
    <w:rsid w:val="00565969"/>
    <w:rsid w:val="00572564"/>
    <w:rsid w:val="00574AC0"/>
    <w:rsid w:val="00575192"/>
    <w:rsid w:val="005765B4"/>
    <w:rsid w:val="005841B1"/>
    <w:rsid w:val="00584C42"/>
    <w:rsid w:val="00586248"/>
    <w:rsid w:val="005A1521"/>
    <w:rsid w:val="005A4BCA"/>
    <w:rsid w:val="005B0721"/>
    <w:rsid w:val="005B0BD3"/>
    <w:rsid w:val="005B39CA"/>
    <w:rsid w:val="005E678A"/>
    <w:rsid w:val="00610873"/>
    <w:rsid w:val="00615301"/>
    <w:rsid w:val="00622F01"/>
    <w:rsid w:val="00626C53"/>
    <w:rsid w:val="00627C6E"/>
    <w:rsid w:val="00651F8C"/>
    <w:rsid w:val="00667AE4"/>
    <w:rsid w:val="00670090"/>
    <w:rsid w:val="006704AE"/>
    <w:rsid w:val="00670D70"/>
    <w:rsid w:val="006847C0"/>
    <w:rsid w:val="00694E62"/>
    <w:rsid w:val="00696B8B"/>
    <w:rsid w:val="006A0115"/>
    <w:rsid w:val="006B3B8E"/>
    <w:rsid w:val="006C0EBB"/>
    <w:rsid w:val="006C1268"/>
    <w:rsid w:val="006D1A27"/>
    <w:rsid w:val="006D5D31"/>
    <w:rsid w:val="006E7F17"/>
    <w:rsid w:val="00714927"/>
    <w:rsid w:val="0071527D"/>
    <w:rsid w:val="00716249"/>
    <w:rsid w:val="0072188A"/>
    <w:rsid w:val="00724044"/>
    <w:rsid w:val="007376EC"/>
    <w:rsid w:val="007405AB"/>
    <w:rsid w:val="00750C3B"/>
    <w:rsid w:val="00751665"/>
    <w:rsid w:val="00755CBA"/>
    <w:rsid w:val="0075685C"/>
    <w:rsid w:val="00772A49"/>
    <w:rsid w:val="00777BB0"/>
    <w:rsid w:val="00794D97"/>
    <w:rsid w:val="007A79EF"/>
    <w:rsid w:val="007B32EA"/>
    <w:rsid w:val="007B563D"/>
    <w:rsid w:val="007B7BD3"/>
    <w:rsid w:val="007C2115"/>
    <w:rsid w:val="007E6016"/>
    <w:rsid w:val="007E6BBC"/>
    <w:rsid w:val="007E6F64"/>
    <w:rsid w:val="007F261A"/>
    <w:rsid w:val="007F2CD3"/>
    <w:rsid w:val="00802854"/>
    <w:rsid w:val="00806668"/>
    <w:rsid w:val="008077F3"/>
    <w:rsid w:val="00821ED9"/>
    <w:rsid w:val="008249E3"/>
    <w:rsid w:val="008269BC"/>
    <w:rsid w:val="0084188D"/>
    <w:rsid w:val="00842802"/>
    <w:rsid w:val="008556E5"/>
    <w:rsid w:val="00856A41"/>
    <w:rsid w:val="00861A07"/>
    <w:rsid w:val="00866443"/>
    <w:rsid w:val="00867728"/>
    <w:rsid w:val="00871F70"/>
    <w:rsid w:val="00875315"/>
    <w:rsid w:val="00881339"/>
    <w:rsid w:val="00881D40"/>
    <w:rsid w:val="00891050"/>
    <w:rsid w:val="008953C8"/>
    <w:rsid w:val="008B6196"/>
    <w:rsid w:val="008B67D7"/>
    <w:rsid w:val="008C291B"/>
    <w:rsid w:val="008C78B5"/>
    <w:rsid w:val="008D1941"/>
    <w:rsid w:val="008E21B5"/>
    <w:rsid w:val="009039F2"/>
    <w:rsid w:val="00917F62"/>
    <w:rsid w:val="00925CED"/>
    <w:rsid w:val="00950041"/>
    <w:rsid w:val="009526D7"/>
    <w:rsid w:val="00963567"/>
    <w:rsid w:val="00963EE5"/>
    <w:rsid w:val="009921BF"/>
    <w:rsid w:val="00997D24"/>
    <w:rsid w:val="009A0634"/>
    <w:rsid w:val="009A54D3"/>
    <w:rsid w:val="009A6AC7"/>
    <w:rsid w:val="009B3143"/>
    <w:rsid w:val="009C2169"/>
    <w:rsid w:val="009C3CD4"/>
    <w:rsid w:val="009D2F82"/>
    <w:rsid w:val="009D4008"/>
    <w:rsid w:val="009D61E2"/>
    <w:rsid w:val="009F15B4"/>
    <w:rsid w:val="00A10986"/>
    <w:rsid w:val="00A15F6A"/>
    <w:rsid w:val="00A274EC"/>
    <w:rsid w:val="00A33DBA"/>
    <w:rsid w:val="00A41227"/>
    <w:rsid w:val="00A41604"/>
    <w:rsid w:val="00A42329"/>
    <w:rsid w:val="00A65CEE"/>
    <w:rsid w:val="00A803C0"/>
    <w:rsid w:val="00A84888"/>
    <w:rsid w:val="00A8736D"/>
    <w:rsid w:val="00A92468"/>
    <w:rsid w:val="00A9329A"/>
    <w:rsid w:val="00A96F55"/>
    <w:rsid w:val="00AB22F5"/>
    <w:rsid w:val="00AC000E"/>
    <w:rsid w:val="00AC16E9"/>
    <w:rsid w:val="00AC7D6E"/>
    <w:rsid w:val="00AE7FA5"/>
    <w:rsid w:val="00AF3BFF"/>
    <w:rsid w:val="00B01C41"/>
    <w:rsid w:val="00B02717"/>
    <w:rsid w:val="00B02AF3"/>
    <w:rsid w:val="00B04360"/>
    <w:rsid w:val="00B128D7"/>
    <w:rsid w:val="00B14502"/>
    <w:rsid w:val="00B21F7D"/>
    <w:rsid w:val="00B23E37"/>
    <w:rsid w:val="00B26EAD"/>
    <w:rsid w:val="00B31B97"/>
    <w:rsid w:val="00B3213B"/>
    <w:rsid w:val="00B3560B"/>
    <w:rsid w:val="00B4426A"/>
    <w:rsid w:val="00B45210"/>
    <w:rsid w:val="00B46851"/>
    <w:rsid w:val="00B546FE"/>
    <w:rsid w:val="00B54716"/>
    <w:rsid w:val="00B57F22"/>
    <w:rsid w:val="00B61F44"/>
    <w:rsid w:val="00B66854"/>
    <w:rsid w:val="00B7075D"/>
    <w:rsid w:val="00B7202B"/>
    <w:rsid w:val="00B72E3B"/>
    <w:rsid w:val="00B74BF2"/>
    <w:rsid w:val="00B76753"/>
    <w:rsid w:val="00B777FF"/>
    <w:rsid w:val="00B778C1"/>
    <w:rsid w:val="00B835BA"/>
    <w:rsid w:val="00B97B06"/>
    <w:rsid w:val="00BA0DFD"/>
    <w:rsid w:val="00BB059F"/>
    <w:rsid w:val="00BB249F"/>
    <w:rsid w:val="00BB7C48"/>
    <w:rsid w:val="00BC434E"/>
    <w:rsid w:val="00BD4948"/>
    <w:rsid w:val="00BD5A2A"/>
    <w:rsid w:val="00BD7E51"/>
    <w:rsid w:val="00BE4012"/>
    <w:rsid w:val="00BF106E"/>
    <w:rsid w:val="00BF4C1A"/>
    <w:rsid w:val="00C145CF"/>
    <w:rsid w:val="00C23F1E"/>
    <w:rsid w:val="00C35765"/>
    <w:rsid w:val="00C471E2"/>
    <w:rsid w:val="00C63E5A"/>
    <w:rsid w:val="00C64ED8"/>
    <w:rsid w:val="00C80538"/>
    <w:rsid w:val="00C825DD"/>
    <w:rsid w:val="00C84ECB"/>
    <w:rsid w:val="00C86A2E"/>
    <w:rsid w:val="00C92D0B"/>
    <w:rsid w:val="00C93A62"/>
    <w:rsid w:val="00CA4C2F"/>
    <w:rsid w:val="00CB5A47"/>
    <w:rsid w:val="00CC72E7"/>
    <w:rsid w:val="00CD3FD4"/>
    <w:rsid w:val="00CE32E2"/>
    <w:rsid w:val="00CE4584"/>
    <w:rsid w:val="00CE771E"/>
    <w:rsid w:val="00D001D4"/>
    <w:rsid w:val="00D00FEF"/>
    <w:rsid w:val="00D04B20"/>
    <w:rsid w:val="00D24FC4"/>
    <w:rsid w:val="00D35990"/>
    <w:rsid w:val="00D3799E"/>
    <w:rsid w:val="00D42267"/>
    <w:rsid w:val="00D45371"/>
    <w:rsid w:val="00D638ED"/>
    <w:rsid w:val="00D6521A"/>
    <w:rsid w:val="00D74C1F"/>
    <w:rsid w:val="00D74CD7"/>
    <w:rsid w:val="00D80F9D"/>
    <w:rsid w:val="00D90546"/>
    <w:rsid w:val="00DA0B41"/>
    <w:rsid w:val="00DA3C82"/>
    <w:rsid w:val="00DB4102"/>
    <w:rsid w:val="00DB6E25"/>
    <w:rsid w:val="00DB71D3"/>
    <w:rsid w:val="00DD5879"/>
    <w:rsid w:val="00DD66EC"/>
    <w:rsid w:val="00DF5E49"/>
    <w:rsid w:val="00DF7C01"/>
    <w:rsid w:val="00E014E5"/>
    <w:rsid w:val="00E039A2"/>
    <w:rsid w:val="00E065AA"/>
    <w:rsid w:val="00E17B0D"/>
    <w:rsid w:val="00E17B40"/>
    <w:rsid w:val="00E24180"/>
    <w:rsid w:val="00E278C6"/>
    <w:rsid w:val="00E5782A"/>
    <w:rsid w:val="00E60F2F"/>
    <w:rsid w:val="00E62BBB"/>
    <w:rsid w:val="00E664D0"/>
    <w:rsid w:val="00E72291"/>
    <w:rsid w:val="00E77A4C"/>
    <w:rsid w:val="00E84A3D"/>
    <w:rsid w:val="00E87CD7"/>
    <w:rsid w:val="00E904DB"/>
    <w:rsid w:val="00E92461"/>
    <w:rsid w:val="00E931EA"/>
    <w:rsid w:val="00E93838"/>
    <w:rsid w:val="00EC4AF7"/>
    <w:rsid w:val="00ED01FA"/>
    <w:rsid w:val="00ED2300"/>
    <w:rsid w:val="00ED78AD"/>
    <w:rsid w:val="00EE0C8E"/>
    <w:rsid w:val="00EE19EE"/>
    <w:rsid w:val="00F0252D"/>
    <w:rsid w:val="00F06136"/>
    <w:rsid w:val="00F11AEC"/>
    <w:rsid w:val="00F158E9"/>
    <w:rsid w:val="00F23DBE"/>
    <w:rsid w:val="00F249DD"/>
    <w:rsid w:val="00F35A6B"/>
    <w:rsid w:val="00F4291E"/>
    <w:rsid w:val="00F44F13"/>
    <w:rsid w:val="00F4676A"/>
    <w:rsid w:val="00F52359"/>
    <w:rsid w:val="00F570CC"/>
    <w:rsid w:val="00F60674"/>
    <w:rsid w:val="00F60B83"/>
    <w:rsid w:val="00F633B5"/>
    <w:rsid w:val="00F7148F"/>
    <w:rsid w:val="00F74B55"/>
    <w:rsid w:val="00F80D71"/>
    <w:rsid w:val="00F84BEA"/>
    <w:rsid w:val="00FA2A78"/>
    <w:rsid w:val="00FB2EC7"/>
    <w:rsid w:val="00FB3F3D"/>
    <w:rsid w:val="00FC0F04"/>
    <w:rsid w:val="00FC1233"/>
    <w:rsid w:val="00FD0D65"/>
    <w:rsid w:val="00FD1678"/>
    <w:rsid w:val="00FD45AD"/>
    <w:rsid w:val="00FD4A0B"/>
    <w:rsid w:val="00FE01E8"/>
    <w:rsid w:val="00FE0C07"/>
    <w:rsid w:val="00FE1ED0"/>
    <w:rsid w:val="00FF2F32"/>
    <w:rsid w:val="00FF44AC"/>
    <w:rsid w:val="00FF480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1FBD0C"/>
  <w15:docId w15:val="{B51E2B80-D3BF-4EAA-9DFF-DC21E713A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pacing w:val="2"/>
      <w:position w:val="6"/>
      <w:sz w:val="24"/>
      <w:lang w:eastAsia="en-US"/>
    </w:rPr>
  </w:style>
  <w:style w:type="paragraph" w:styleId="Pealkiri1">
    <w:name w:val="heading 1"/>
    <w:basedOn w:val="Normaallaad"/>
    <w:next w:val="Normaallaad"/>
    <w:qFormat/>
    <w:pPr>
      <w:keepNext/>
      <w:outlineLvl w:val="0"/>
    </w:pPr>
    <w:rPr>
      <w:b/>
      <w:kern w:val="28"/>
    </w:rPr>
  </w:style>
  <w:style w:type="paragraph" w:styleId="Pealkiri2">
    <w:name w:val="heading 2"/>
    <w:aliases w:val="(sama)"/>
    <w:basedOn w:val="Normaallaad"/>
    <w:next w:val="Normaallaad"/>
    <w:qFormat/>
    <w:pPr>
      <w:keepNext/>
      <w:outlineLvl w:val="1"/>
    </w:pPr>
    <w:rPr>
      <w:b/>
    </w:rPr>
  </w:style>
  <w:style w:type="paragraph" w:styleId="Pealkiri3">
    <w:name w:val="heading 3"/>
    <w:aliases w:val="( sama)"/>
    <w:basedOn w:val="Normaallaad"/>
    <w:next w:val="Normaallaad"/>
    <w:qFormat/>
    <w:pPr>
      <w:keepNext/>
      <w:outlineLvl w:val="2"/>
    </w:pPr>
    <w:rPr>
      <w:b/>
    </w:rPr>
  </w:style>
  <w:style w:type="paragraph" w:styleId="Pealkiri4">
    <w:name w:val="heading 4"/>
    <w:basedOn w:val="Normaallaad"/>
    <w:next w:val="Normaallaad"/>
    <w:qFormat/>
    <w:pPr>
      <w:keepNext/>
      <w:framePr w:w="9373" w:h="2155" w:wrap="notBeside" w:vAnchor="page" w:hAnchor="page" w:x="1702" w:y="3120"/>
      <w:outlineLvl w:val="3"/>
    </w:pPr>
    <w:rPr>
      <w:rFonts w:ascii="Arial" w:hAnsi="Arial" w:cs="Arial"/>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pPr>
      <w:jc w:val="center"/>
    </w:pPr>
    <w:rPr>
      <w:spacing w:val="0"/>
      <w:position w:val="0"/>
      <w:sz w:val="20"/>
    </w:rPr>
  </w:style>
  <w:style w:type="paragraph" w:customStyle="1" w:styleId="Numbering">
    <w:name w:val="Numbering"/>
    <w:basedOn w:val="Normaallaad"/>
    <w:pPr>
      <w:numPr>
        <w:numId w:val="1"/>
      </w:numPr>
    </w:pPr>
  </w:style>
  <w:style w:type="paragraph" w:customStyle="1" w:styleId="Bulleting">
    <w:name w:val="Bulleting."/>
    <w:basedOn w:val="Normaallaad"/>
    <w:pPr>
      <w:numPr>
        <w:numId w:val="2"/>
      </w:numPr>
      <w:tabs>
        <w:tab w:val="clear" w:pos="360"/>
      </w:tabs>
    </w:pPr>
  </w:style>
  <w:style w:type="paragraph" w:styleId="Jalus">
    <w:name w:val="footer"/>
    <w:basedOn w:val="Normaallaad"/>
    <w:rPr>
      <w:spacing w:val="0"/>
      <w:position w:val="0"/>
      <w:sz w:val="20"/>
    </w:rPr>
  </w:style>
  <w:style w:type="paragraph" w:styleId="Pealdis">
    <w:name w:val="caption"/>
    <w:basedOn w:val="Normaallaad"/>
    <w:next w:val="Normaallaad"/>
    <w:qFormat/>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Jutumullitekst">
    <w:name w:val="Balloon Text"/>
    <w:basedOn w:val="Normaallaad"/>
    <w:link w:val="JutumullitekstMrk"/>
    <w:rsid w:val="00F0252D"/>
    <w:rPr>
      <w:rFonts w:ascii="Tahoma" w:hAnsi="Tahoma" w:cs="Tahoma"/>
      <w:sz w:val="16"/>
      <w:szCs w:val="16"/>
    </w:rPr>
  </w:style>
  <w:style w:type="character" w:customStyle="1" w:styleId="JutumullitekstMrk">
    <w:name w:val="Jutumullitekst Märk"/>
    <w:basedOn w:val="Liguvaikefont"/>
    <w:link w:val="Jutumullitekst"/>
    <w:rsid w:val="00F0252D"/>
    <w:rPr>
      <w:rFonts w:ascii="Tahoma" w:hAnsi="Tahoma" w:cs="Tahoma"/>
      <w:spacing w:val="2"/>
      <w:position w:val="6"/>
      <w:sz w:val="16"/>
      <w:szCs w:val="16"/>
      <w:lang w:eastAsia="en-US"/>
    </w:rPr>
  </w:style>
  <w:style w:type="paragraph" w:styleId="Kehatekst">
    <w:name w:val="Body Text"/>
    <w:basedOn w:val="Normaallaad"/>
    <w:link w:val="KehatekstMrk"/>
    <w:rsid w:val="00FD45AD"/>
    <w:pPr>
      <w:tabs>
        <w:tab w:val="left" w:pos="900"/>
      </w:tabs>
    </w:pPr>
    <w:rPr>
      <w:spacing w:val="0"/>
      <w:position w:val="0"/>
    </w:rPr>
  </w:style>
  <w:style w:type="character" w:customStyle="1" w:styleId="KehatekstMrk">
    <w:name w:val="Kehatekst Märk"/>
    <w:basedOn w:val="Liguvaikefont"/>
    <w:link w:val="Kehatekst"/>
    <w:rsid w:val="00FD45AD"/>
    <w:rPr>
      <w:sz w:val="24"/>
      <w:lang w:eastAsia="en-US"/>
    </w:rPr>
  </w:style>
  <w:style w:type="paragraph" w:styleId="Kehatekst2">
    <w:name w:val="Body Text 2"/>
    <w:basedOn w:val="Normaallaad"/>
    <w:link w:val="Kehatekst2Mrk"/>
    <w:rsid w:val="00FD45AD"/>
    <w:pPr>
      <w:jc w:val="both"/>
    </w:pPr>
    <w:rPr>
      <w:spacing w:val="0"/>
      <w:position w:val="0"/>
      <w:szCs w:val="24"/>
    </w:rPr>
  </w:style>
  <w:style w:type="character" w:customStyle="1" w:styleId="Kehatekst2Mrk">
    <w:name w:val="Kehatekst 2 Märk"/>
    <w:basedOn w:val="Liguvaikefont"/>
    <w:link w:val="Kehatekst2"/>
    <w:rsid w:val="00FD45AD"/>
    <w:rPr>
      <w:sz w:val="24"/>
      <w:szCs w:val="24"/>
      <w:lang w:eastAsia="en-US"/>
    </w:rPr>
  </w:style>
  <w:style w:type="paragraph" w:styleId="Taandegakehatekst">
    <w:name w:val="Body Text Indent"/>
    <w:basedOn w:val="Normaallaad"/>
    <w:link w:val="TaandegakehatekstMrk"/>
    <w:rsid w:val="00FD45AD"/>
    <w:pPr>
      <w:ind w:firstLine="720"/>
      <w:jc w:val="both"/>
    </w:pPr>
  </w:style>
  <w:style w:type="character" w:customStyle="1" w:styleId="TaandegakehatekstMrk">
    <w:name w:val="Taandega kehatekst Märk"/>
    <w:basedOn w:val="Liguvaikefont"/>
    <w:link w:val="Taandegakehatekst"/>
    <w:rsid w:val="00FD45AD"/>
    <w:rPr>
      <w:spacing w:val="2"/>
      <w:position w:val="6"/>
      <w:sz w:val="24"/>
      <w:lang w:eastAsia="en-US"/>
    </w:rPr>
  </w:style>
  <w:style w:type="paragraph" w:styleId="Loendilik">
    <w:name w:val="List Paragraph"/>
    <w:basedOn w:val="Normaallaad"/>
    <w:uiPriority w:val="34"/>
    <w:qFormat/>
    <w:rsid w:val="004E49C7"/>
    <w:pPr>
      <w:ind w:left="720"/>
      <w:contextualSpacing/>
    </w:pPr>
  </w:style>
  <w:style w:type="paragraph" w:customStyle="1" w:styleId="Default">
    <w:name w:val="Default"/>
    <w:rsid w:val="003D52F3"/>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639677">
      <w:bodyDiv w:val="1"/>
      <w:marLeft w:val="0"/>
      <w:marRight w:val="0"/>
      <w:marTop w:val="0"/>
      <w:marBottom w:val="0"/>
      <w:divBdr>
        <w:top w:val="none" w:sz="0" w:space="0" w:color="auto"/>
        <w:left w:val="none" w:sz="0" w:space="0" w:color="auto"/>
        <w:bottom w:val="none" w:sz="0" w:space="0" w:color="auto"/>
        <w:right w:val="none" w:sz="0" w:space="0" w:color="auto"/>
      </w:divBdr>
    </w:div>
    <w:div w:id="1001080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vej\AppData\Local\Microsoft\Windows\Temporary%20Internet%20Files\Content.IE5\O1QIOM6M\k&#228;skkiri%20logoga.dot"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D5B5D-CC72-4091-8EEB-14E8CAFA9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käskkiri logoga</Template>
  <TotalTime>16</TotalTime>
  <Pages>2</Pages>
  <Words>616</Words>
  <Characters>4617</Characters>
  <Application>Microsoft Office Word</Application>
  <DocSecurity>0</DocSecurity>
  <Lines>38</Lines>
  <Paragraphs>10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DF Ltd., Parnu mnt 154, 11317 Tallinn, Estonia</Company>
  <LinksUpToDate>false</LinksUpToDate>
  <CharactersWithSpaces>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MS Office 2000(TM) file templates</dc:subject>
  <dc:creator>User</dc:creator>
  <dc:description>Ver 2.0, 01.2013</dc:description>
  <cp:lastModifiedBy>Urve Jõgi</cp:lastModifiedBy>
  <cp:revision>5</cp:revision>
  <cp:lastPrinted>2021-10-07T07:41:00Z</cp:lastPrinted>
  <dcterms:created xsi:type="dcterms:W3CDTF">2023-03-11T13:45:00Z</dcterms:created>
  <dcterms:modified xsi:type="dcterms:W3CDTF">2023-03-21T08:13:00Z</dcterms:modified>
</cp:coreProperties>
</file>